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7DDAB2B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2CD1DA1" w:rsidR="00F1480E" w:rsidRPr="005404CB" w:rsidRDefault="007F4342" w:rsidP="00A70E06">
            <w:pPr>
              <w:pStyle w:val="SIText"/>
            </w:pPr>
            <w:r w:rsidRPr="009F3703">
              <w:t xml:space="preserve">This version released with </w:t>
            </w:r>
            <w:r w:rsidRPr="007F4342">
              <w:t>AMP Australian Meat Processing Training Package release 9.0</w:t>
            </w:r>
            <w:r w:rsidR="000137E5" w:rsidRPr="000137E5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</w:tcPr>
          <w:p w14:paraId="4E5419B2" w14:textId="04457983" w:rsidR="00F1480E" w:rsidRPr="004C5177" w:rsidRDefault="0025019A" w:rsidP="00EA44A5">
            <w:pPr>
              <w:pStyle w:val="SIText"/>
              <w:rPr>
                <w:rStyle w:val="SITemporaryText-green"/>
                <w:b/>
                <w:color w:val="auto"/>
              </w:rPr>
              <w:pPrChange w:id="0" w:author="Elvie Arugay" w:date="2025-09-22T14:36:00Z" w16du:dateUtc="2025-09-22T04:36:00Z">
                <w:pPr>
                  <w:pStyle w:val="SIText-Bold"/>
                </w:pPr>
              </w:pPrChange>
            </w:pPr>
            <w:r w:rsidRPr="004C5177">
              <w:rPr>
                <w:rStyle w:val="SITemporaryText-green"/>
                <w:color w:val="auto"/>
              </w:rPr>
              <w:t>AMPQUA2</w:t>
            </w:r>
            <w:r w:rsidR="00F4423E" w:rsidRPr="00EA44A5">
              <w:rPr>
                <w:rPrChange w:id="1" w:author="Elvie Arugay" w:date="2025-09-22T14:36:00Z" w16du:dateUtc="2025-09-22T04:36:00Z">
                  <w:rPr>
                    <w:rStyle w:val="SITemporaryText-green"/>
                  </w:rPr>
                </w:rPrChange>
              </w:rPr>
              <w:t>07</w:t>
            </w:r>
          </w:p>
        </w:tc>
        <w:tc>
          <w:tcPr>
            <w:tcW w:w="3604" w:type="pct"/>
          </w:tcPr>
          <w:p w14:paraId="0B6AAD6B" w14:textId="502C17C1" w:rsidR="00F1480E" w:rsidRPr="005404CB" w:rsidRDefault="00EE2C3D" w:rsidP="005404CB">
            <w:pPr>
              <w:pStyle w:val="SIUnittitle"/>
            </w:pPr>
            <w:r>
              <w:t>O</w:t>
            </w:r>
            <w:r w:rsidRPr="00EE2C3D">
              <w:t>perate metal detection unit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</w:tcPr>
          <w:p w14:paraId="13EEC58C" w14:textId="295A7151" w:rsidR="009F11F3" w:rsidRDefault="009F11F3" w:rsidP="009F11F3">
            <w:pPr>
              <w:pStyle w:val="SIText"/>
            </w:pPr>
            <w:r w:rsidRPr="009F11F3">
              <w:t xml:space="preserve">This unit describes the skills and knowledge required to </w:t>
            </w:r>
            <w:r w:rsidR="006958D5">
              <w:t xml:space="preserve">set up, </w:t>
            </w:r>
            <w:r w:rsidRPr="009F11F3">
              <w:t xml:space="preserve">operate </w:t>
            </w:r>
            <w:r w:rsidR="006958D5">
              <w:t xml:space="preserve">and clean </w:t>
            </w:r>
            <w:r w:rsidRPr="009F11F3">
              <w:t>a metal detection unit.</w:t>
            </w:r>
          </w:p>
          <w:p w14:paraId="52BE0943" w14:textId="77777777" w:rsidR="000F5522" w:rsidRPr="009F11F3" w:rsidRDefault="000F5522" w:rsidP="009F11F3">
            <w:pPr>
              <w:pStyle w:val="SIText"/>
            </w:pPr>
          </w:p>
          <w:p w14:paraId="4A1D4E9F" w14:textId="14B69953" w:rsidR="009F11F3" w:rsidRDefault="006958D5">
            <w:pPr>
              <w:pStyle w:val="SIText"/>
            </w:pPr>
            <w:r w:rsidRPr="009F11F3">
              <w:t>This unit applies to individuals who work under general supervision</w:t>
            </w:r>
            <w:r w:rsidR="009F11F3" w:rsidRPr="009F11F3">
              <w:t xml:space="preserve"> </w:t>
            </w:r>
            <w:r>
              <w:t xml:space="preserve">to carry out packaging work </w:t>
            </w:r>
            <w:r w:rsidR="009F11F3" w:rsidRPr="009F11F3">
              <w:t xml:space="preserve">in </w:t>
            </w:r>
            <w:r>
              <w:t>food and/or meat processing environments.</w:t>
            </w:r>
          </w:p>
          <w:p w14:paraId="531C5B20" w14:textId="77777777" w:rsidR="000F5522" w:rsidRPr="009F11F3" w:rsidRDefault="000F5522" w:rsidP="009F11F3">
            <w:pPr>
              <w:pStyle w:val="SIText"/>
            </w:pPr>
          </w:p>
          <w:p w14:paraId="7DC8EC73" w14:textId="77777777" w:rsidR="006958D5" w:rsidRPr="006958D5" w:rsidRDefault="006958D5" w:rsidP="006958D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958D5">
              <w:t>, food and meat safety regulations, legislation and standards that apply to the workplace.</w:t>
            </w:r>
          </w:p>
          <w:p w14:paraId="2023F7AF" w14:textId="77777777" w:rsidR="006958D5" w:rsidRDefault="006958D5" w:rsidP="006958D5">
            <w:pPr>
              <w:pStyle w:val="SIText"/>
            </w:pPr>
          </w:p>
          <w:p w14:paraId="077C0FC6" w14:textId="687348BA" w:rsidR="002A782E" w:rsidRPr="000754EC" w:rsidRDefault="006958D5" w:rsidP="00714BE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</w:tcPr>
          <w:p w14:paraId="21638E63" w14:textId="431B1A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2B839DA" w14:textId="0F85C788" w:rsidR="00F1480E" w:rsidRPr="004C5177" w:rsidRDefault="00D645CA" w:rsidP="004C517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635D0">
              <w:rPr>
                <w:rStyle w:val="SITemporaryText-green"/>
                <w:color w:val="auto"/>
                <w:sz w:val="20"/>
              </w:rPr>
              <w:t>Quality Assu</w:t>
            </w:r>
            <w:r w:rsidR="0025019A" w:rsidRPr="003635D0">
              <w:rPr>
                <w:rStyle w:val="SITemporaryText-green"/>
                <w:color w:val="auto"/>
                <w:sz w:val="20"/>
              </w:rPr>
              <w:t>rance</w:t>
            </w:r>
            <w:r w:rsidRPr="004C5177">
              <w:rPr>
                <w:rStyle w:val="SITemporaryText-green"/>
                <w:color w:val="auto"/>
                <w:sz w:val="20"/>
              </w:rPr>
              <w:t xml:space="preserve"> </w:t>
            </w:r>
            <w:r w:rsidR="007A6DDF" w:rsidRPr="004C5177">
              <w:rPr>
                <w:rStyle w:val="SITemporaryText-green"/>
                <w:color w:val="auto"/>
                <w:sz w:val="20"/>
              </w:rPr>
              <w:t>(</w:t>
            </w:r>
            <w:r w:rsidR="0025019A" w:rsidRPr="003635D0">
              <w:rPr>
                <w:rStyle w:val="SITemporaryText-green"/>
                <w:color w:val="auto"/>
                <w:sz w:val="20"/>
              </w:rPr>
              <w:t>QUA</w:t>
            </w:r>
            <w:r w:rsidR="007A6DDF" w:rsidRPr="004C5177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351BA" w:rsidRPr="00963A46" w14:paraId="093B57AB" w14:textId="77777777" w:rsidTr="00CA2922">
        <w:trPr>
          <w:cantSplit/>
        </w:trPr>
        <w:tc>
          <w:tcPr>
            <w:tcW w:w="1396" w:type="pct"/>
          </w:tcPr>
          <w:p w14:paraId="2FB446BD" w14:textId="172AB7C1" w:rsidR="009351BA" w:rsidRPr="009351BA" w:rsidRDefault="009351BA" w:rsidP="009351BA">
            <w:pPr>
              <w:pStyle w:val="SIText"/>
            </w:pPr>
            <w:r w:rsidRPr="009351BA">
              <w:t xml:space="preserve">1. </w:t>
            </w:r>
            <w:r w:rsidR="006958D5">
              <w:t>Prepare for work</w:t>
            </w:r>
          </w:p>
        </w:tc>
        <w:tc>
          <w:tcPr>
            <w:tcW w:w="3604" w:type="pct"/>
          </w:tcPr>
          <w:p w14:paraId="589E7431" w14:textId="77777777" w:rsidR="006958D5" w:rsidRPr="00D6607A" w:rsidRDefault="006958D5" w:rsidP="006958D5">
            <w:pPr>
              <w:pStyle w:val="SIText"/>
            </w:pPr>
            <w:bookmarkStart w:id="2" w:name="_Hlk83120908"/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51DC5C75" w14:textId="5ABCC8C6" w:rsidR="006958D5" w:rsidRPr="00D6607A" w:rsidRDefault="006958D5" w:rsidP="006958D5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>
              <w:t>for the work task</w:t>
            </w:r>
            <w:r w:rsidRPr="00D6607A">
              <w:t xml:space="preserve"> and inform supervisor</w:t>
            </w:r>
          </w:p>
          <w:bookmarkEnd w:id="2"/>
          <w:p w14:paraId="5272D61A" w14:textId="2B532514" w:rsidR="006958D5" w:rsidRPr="00D6607A" w:rsidRDefault="006958D5" w:rsidP="006958D5">
            <w:pPr>
              <w:pStyle w:val="SIText"/>
            </w:pPr>
            <w:r w:rsidRPr="00D6607A">
              <w:t xml:space="preserve">1.3 Wear appropriate personal protective equipment and ensure correct fit </w:t>
            </w:r>
          </w:p>
          <w:p w14:paraId="0ACD8386" w14:textId="7C8A34D5" w:rsidR="009351BA" w:rsidRPr="009351BA" w:rsidRDefault="009351BA" w:rsidP="009351BA">
            <w:pPr>
              <w:pStyle w:val="SIText"/>
            </w:pPr>
            <w:r w:rsidRPr="009351BA">
              <w:t>1.</w:t>
            </w:r>
            <w:r w:rsidR="006958D5">
              <w:t>4</w:t>
            </w:r>
            <w:r w:rsidR="006958D5" w:rsidRPr="009351BA">
              <w:t xml:space="preserve"> </w:t>
            </w:r>
            <w:r w:rsidRPr="009351BA">
              <w:t xml:space="preserve">Set up and test metal detection unit according to workplace, health and safety, hygiene and </w:t>
            </w:r>
            <w:r w:rsidR="000F279F">
              <w:t>sanitation</w:t>
            </w:r>
            <w:r w:rsidRPr="009351BA">
              <w:t xml:space="preserve"> requirements, and manufacturer specifications</w:t>
            </w:r>
          </w:p>
        </w:tc>
      </w:tr>
      <w:tr w:rsidR="009351BA" w:rsidRPr="00963A46" w14:paraId="10724A78" w14:textId="77777777" w:rsidTr="00CA2922">
        <w:trPr>
          <w:cantSplit/>
        </w:trPr>
        <w:tc>
          <w:tcPr>
            <w:tcW w:w="1396" w:type="pct"/>
          </w:tcPr>
          <w:p w14:paraId="449EE023" w14:textId="7BAC98EF" w:rsidR="009351BA" w:rsidRPr="009351BA" w:rsidRDefault="009351BA" w:rsidP="009351BA">
            <w:pPr>
              <w:pStyle w:val="SIText"/>
            </w:pPr>
            <w:r w:rsidRPr="009351BA">
              <w:t>2. Operate unit</w:t>
            </w:r>
          </w:p>
        </w:tc>
        <w:tc>
          <w:tcPr>
            <w:tcW w:w="3604" w:type="pct"/>
          </w:tcPr>
          <w:p w14:paraId="6D92CF18" w14:textId="0799207F" w:rsidR="009351BA" w:rsidRPr="009351BA" w:rsidRDefault="009351BA" w:rsidP="009351BA">
            <w:pPr>
              <w:pStyle w:val="SIText"/>
            </w:pPr>
            <w:r w:rsidRPr="009351BA">
              <w:t xml:space="preserve">2.1 Operate metal detection unit according to workplace, health and safety, hygiene and </w:t>
            </w:r>
            <w:r w:rsidR="000F279F">
              <w:t>sanitation</w:t>
            </w:r>
            <w:r w:rsidRPr="009351BA">
              <w:t xml:space="preserve"> requirements, and manufacturer specifications</w:t>
            </w:r>
          </w:p>
          <w:p w14:paraId="50EEE40C" w14:textId="77777777" w:rsidR="003C1149" w:rsidRDefault="009351BA" w:rsidP="009351BA">
            <w:pPr>
              <w:pStyle w:val="SIText"/>
            </w:pPr>
            <w:r w:rsidRPr="009351BA">
              <w:t>2.2 Take appropriate action when metal is detected according to workplace requirements</w:t>
            </w:r>
          </w:p>
          <w:p w14:paraId="2F41F575" w14:textId="39177BBA" w:rsidR="009351BA" w:rsidRPr="001D1950" w:rsidRDefault="003C1149" w:rsidP="001D1950">
            <w:pPr>
              <w:pStyle w:val="SIText"/>
            </w:pPr>
            <w:r w:rsidRPr="001D1950">
              <w:t xml:space="preserve">2.3 </w:t>
            </w:r>
            <w:r w:rsidR="000216BD" w:rsidRPr="001D1950">
              <w:rPr>
                <w:rFonts w:eastAsiaTheme="minorHAnsi"/>
              </w:rPr>
              <w:t>Re-calibrate or re-test metal detection unit when required</w:t>
            </w:r>
          </w:p>
        </w:tc>
      </w:tr>
      <w:tr w:rsidR="009351BA" w:rsidRPr="00963A46" w14:paraId="1167C88A" w14:textId="77777777" w:rsidTr="00CA2922">
        <w:trPr>
          <w:cantSplit/>
        </w:trPr>
        <w:tc>
          <w:tcPr>
            <w:tcW w:w="1396" w:type="pct"/>
          </w:tcPr>
          <w:p w14:paraId="0B9FA395" w14:textId="2773FD90" w:rsidR="009351BA" w:rsidRPr="009351BA" w:rsidRDefault="009351BA" w:rsidP="009351BA">
            <w:pPr>
              <w:pStyle w:val="SIText"/>
            </w:pPr>
            <w:r w:rsidRPr="009351BA">
              <w:t xml:space="preserve">3. Clean </w:t>
            </w:r>
            <w:r w:rsidR="006958D5">
              <w:t xml:space="preserve">and maintain </w:t>
            </w:r>
            <w:r w:rsidRPr="009351BA">
              <w:t>unit</w:t>
            </w:r>
          </w:p>
        </w:tc>
        <w:tc>
          <w:tcPr>
            <w:tcW w:w="3604" w:type="pct"/>
          </w:tcPr>
          <w:p w14:paraId="5F18ECEA" w14:textId="2B98E993" w:rsidR="009351BA" w:rsidRDefault="009351BA" w:rsidP="009351BA">
            <w:pPr>
              <w:pStyle w:val="SIText"/>
            </w:pPr>
            <w:r w:rsidRPr="009351BA">
              <w:t>3.1 Clean metal detection unit according to workplace</w:t>
            </w:r>
            <w:r w:rsidR="006958D5">
              <w:t xml:space="preserve"> </w:t>
            </w:r>
            <w:r w:rsidR="006958D5" w:rsidRPr="009351BA">
              <w:t xml:space="preserve">hygiene and </w:t>
            </w:r>
            <w:r w:rsidR="000F279F">
              <w:t>sanitation</w:t>
            </w:r>
            <w:r w:rsidR="006958D5" w:rsidRPr="009351BA">
              <w:t xml:space="preserve"> requirements</w:t>
            </w:r>
            <w:r w:rsidR="006958D5">
              <w:t xml:space="preserve"> </w:t>
            </w:r>
          </w:p>
          <w:p w14:paraId="4A7C0CE9" w14:textId="77777777" w:rsidR="006958D5" w:rsidRPr="00C21037" w:rsidRDefault="006958D5" w:rsidP="006958D5">
            <w:pPr>
              <w:pStyle w:val="SIText"/>
            </w:pPr>
            <w:r w:rsidRPr="00C21037">
              <w:t>3.2 Identify and report maintenance requirements according to workplace procedures</w:t>
            </w:r>
          </w:p>
          <w:p w14:paraId="52188309" w14:textId="15281E07" w:rsidR="006958D5" w:rsidRPr="000A6700" w:rsidRDefault="006958D5" w:rsidP="000A6700">
            <w:pPr>
              <w:rPr>
                <w:highlight w:val="yellow"/>
              </w:rPr>
            </w:pPr>
            <w:r w:rsidRPr="00C21037">
              <w:t>3.3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1A6" w:rsidRPr="00336FCA" w:rsidDel="00423CB2" w14:paraId="6F9B734F" w14:textId="77777777" w:rsidTr="00CA2922">
        <w:trPr>
          <w:tblHeader/>
        </w:trPr>
        <w:tc>
          <w:tcPr>
            <w:tcW w:w="1396" w:type="pct"/>
          </w:tcPr>
          <w:p w14:paraId="7B99B359" w14:textId="1FD5BBBF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282664D" w14:textId="6182D576" w:rsidR="002251A6" w:rsidRPr="000A6700" w:rsidRDefault="002251A6" w:rsidP="000A6700">
            <w:pPr>
              <w:pStyle w:val="SIBulletList1"/>
            </w:pPr>
            <w:r w:rsidRPr="00BC00FD">
              <w:t xml:space="preserve">Read and interpret </w:t>
            </w:r>
            <w:r>
              <w:t>work instructions and safe work requirements</w:t>
            </w:r>
          </w:p>
        </w:tc>
      </w:tr>
      <w:tr w:rsidR="002251A6" w:rsidRPr="00336FCA" w:rsidDel="00423CB2" w14:paraId="48B423E5" w14:textId="77777777" w:rsidTr="00CA2922">
        <w:trPr>
          <w:tblHeader/>
        </w:trPr>
        <w:tc>
          <w:tcPr>
            <w:tcW w:w="1396" w:type="pct"/>
          </w:tcPr>
          <w:p w14:paraId="64A0A7A6" w14:textId="781B9E65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24C6B11" w14:textId="5F8AB4DB" w:rsidR="002251A6" w:rsidRPr="005404CB" w:rsidRDefault="002251A6" w:rsidP="000A6700">
            <w:pPr>
              <w:pStyle w:val="SIBulletList1"/>
              <w:rPr>
                <w:rFonts w:eastAsiaTheme="majorEastAsia"/>
              </w:rPr>
            </w:pPr>
            <w:r w:rsidRPr="00BC00FD">
              <w:t>Record results of inspection, sampling and testing</w:t>
            </w:r>
            <w:r>
              <w:t xml:space="preserve"> using digital and/or paper-based formats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8229C50" w:rsidR="00041E59" w:rsidRPr="005404CB" w:rsidRDefault="0025019A" w:rsidP="005404CB">
            <w:pPr>
              <w:pStyle w:val="SIText"/>
            </w:pPr>
            <w:r w:rsidRPr="00EE2C3D">
              <w:t>AMP</w:t>
            </w:r>
            <w:r>
              <w:t>QUA2</w:t>
            </w:r>
            <w:r w:rsidR="00105642">
              <w:t>07</w:t>
            </w:r>
            <w:r w:rsidRPr="00EE2C3D">
              <w:t xml:space="preserve"> </w:t>
            </w:r>
            <w:r w:rsidR="00EE2C3D" w:rsidRPr="00EE2C3D">
              <w:t>Operate metal detection unit</w:t>
            </w:r>
          </w:p>
        </w:tc>
        <w:tc>
          <w:tcPr>
            <w:tcW w:w="1105" w:type="pct"/>
          </w:tcPr>
          <w:p w14:paraId="6623A6C9" w14:textId="4C52067C" w:rsidR="00041E59" w:rsidRPr="005404CB" w:rsidRDefault="002251A6" w:rsidP="005404CB">
            <w:pPr>
              <w:pStyle w:val="SIText"/>
            </w:pPr>
            <w:r w:rsidRPr="00EE2C3D">
              <w:t>AMPX218 Operate metal detection unit</w:t>
            </w:r>
          </w:p>
        </w:tc>
        <w:tc>
          <w:tcPr>
            <w:tcW w:w="1251" w:type="pct"/>
          </w:tcPr>
          <w:p w14:paraId="6F25DD29" w14:textId="77777777" w:rsidR="00F11886" w:rsidRDefault="00F11886" w:rsidP="002251A6">
            <w:pPr>
              <w:pStyle w:val="SIText"/>
            </w:pPr>
            <w:r>
              <w:t xml:space="preserve">Unit code updated </w:t>
            </w:r>
          </w:p>
          <w:p w14:paraId="58A7D180" w14:textId="77777777" w:rsidR="00F11886" w:rsidRDefault="00F11886" w:rsidP="002251A6">
            <w:pPr>
              <w:pStyle w:val="SIText"/>
            </w:pPr>
          </w:p>
          <w:p w14:paraId="53FE3D76" w14:textId="71049A7E" w:rsidR="002251A6" w:rsidRDefault="002251A6" w:rsidP="002251A6">
            <w:pPr>
              <w:pStyle w:val="SIText"/>
            </w:pPr>
            <w:r w:rsidRPr="002251A6">
              <w:t>Unit sector code updated</w:t>
            </w:r>
            <w:r w:rsidR="00F11886">
              <w:t xml:space="preserve">                  </w:t>
            </w:r>
          </w:p>
          <w:p w14:paraId="6B6ACC31" w14:textId="77777777" w:rsidR="00F11886" w:rsidRDefault="00F11886" w:rsidP="002251A6">
            <w:pPr>
              <w:pStyle w:val="SIText"/>
            </w:pPr>
          </w:p>
          <w:p w14:paraId="58D9F745" w14:textId="5D2B911C" w:rsidR="00F11886" w:rsidRPr="002251A6" w:rsidRDefault="00F11886" w:rsidP="002251A6">
            <w:pPr>
              <w:pStyle w:val="SIText"/>
            </w:pPr>
            <w:r>
              <w:t>Unit application updated</w:t>
            </w:r>
          </w:p>
          <w:p w14:paraId="66F18028" w14:textId="77777777" w:rsidR="00F11886" w:rsidRDefault="00F11886" w:rsidP="002251A6">
            <w:pPr>
              <w:pStyle w:val="SIText"/>
            </w:pPr>
          </w:p>
          <w:p w14:paraId="5B88C63C" w14:textId="4C7606D9" w:rsidR="002251A6" w:rsidRPr="002251A6" w:rsidRDefault="002251A6" w:rsidP="002251A6">
            <w:pPr>
              <w:pStyle w:val="SIText"/>
            </w:pPr>
            <w:r w:rsidRPr="002251A6">
              <w:t xml:space="preserve">Performance </w:t>
            </w:r>
            <w:r w:rsidR="005D42F7">
              <w:t>C</w:t>
            </w:r>
            <w:r w:rsidRPr="002251A6">
              <w:t>riteria clarified</w:t>
            </w:r>
          </w:p>
          <w:p w14:paraId="40EFFD5B" w14:textId="77777777" w:rsidR="00F11886" w:rsidRDefault="00F11886" w:rsidP="002251A6">
            <w:pPr>
              <w:pStyle w:val="SIText"/>
            </w:pPr>
          </w:p>
          <w:p w14:paraId="2929DAFE" w14:textId="56882B3F" w:rsidR="002251A6" w:rsidRPr="002251A6" w:rsidRDefault="002251A6" w:rsidP="002251A6">
            <w:pPr>
              <w:pStyle w:val="SIText"/>
            </w:pPr>
            <w:r w:rsidRPr="002251A6">
              <w:t xml:space="preserve">Foundation </w:t>
            </w:r>
            <w:r w:rsidR="005D42F7">
              <w:t>S</w:t>
            </w:r>
            <w:r w:rsidRPr="002251A6">
              <w:t>kills added</w:t>
            </w:r>
          </w:p>
          <w:p w14:paraId="2FC9B985" w14:textId="77777777" w:rsidR="00F11886" w:rsidRDefault="00F11886">
            <w:pPr>
              <w:pStyle w:val="SIText"/>
            </w:pPr>
          </w:p>
          <w:p w14:paraId="38EF1B27" w14:textId="0E06A3E1" w:rsidR="003635D0" w:rsidRPr="005404CB" w:rsidRDefault="00C3026C">
            <w:pPr>
              <w:pStyle w:val="SIText"/>
            </w:pPr>
            <w:r w:rsidRPr="00C3026C">
              <w:t>Assessment Requirements re</w:t>
            </w:r>
            <w:r w:rsidR="003A19B4">
              <w:t>-</w:t>
            </w:r>
            <w:r w:rsidRPr="00C3026C">
              <w:t>worded for clarity</w:t>
            </w:r>
          </w:p>
        </w:tc>
        <w:tc>
          <w:tcPr>
            <w:tcW w:w="1616" w:type="pct"/>
          </w:tcPr>
          <w:p w14:paraId="44BBFF38" w14:textId="2D1306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</w:tcPr>
          <w:p w14:paraId="37B35111" w14:textId="77777777" w:rsidR="003A19B4" w:rsidRDefault="003A19B4" w:rsidP="003A19B4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49CFCCE1" w:rsidR="00F1480E" w:rsidRPr="001E49C2" w:rsidRDefault="003A19B4" w:rsidP="003A19B4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1E49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</w:tcPr>
          <w:p w14:paraId="01250677" w14:textId="43F3B2F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5019A" w:rsidRPr="00D63681">
              <w:t>AMP</w:t>
            </w:r>
            <w:r w:rsidR="0025019A">
              <w:t>QUA2</w:t>
            </w:r>
            <w:r w:rsidR="00105642">
              <w:t>07</w:t>
            </w:r>
            <w:r w:rsidR="0025019A" w:rsidRPr="00D63681">
              <w:t xml:space="preserve"> </w:t>
            </w:r>
            <w:r w:rsidR="00D63681" w:rsidRPr="00D63681">
              <w:t>Operate metal detection unit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</w:tcPr>
          <w:p w14:paraId="0DD86F8A" w14:textId="5AE2A089" w:rsidR="002251A6" w:rsidRDefault="002251A6" w:rsidP="002251A6">
            <w:pPr>
              <w:pStyle w:val="SIText"/>
            </w:pPr>
            <w:r w:rsidRPr="002251A6">
              <w:t xml:space="preserve">An individual demonstrating competency must satisfy </w:t>
            </w:r>
            <w:proofErr w:type="gramStart"/>
            <w:r w:rsidRPr="002251A6">
              <w:t>all of</w:t>
            </w:r>
            <w:proofErr w:type="gramEnd"/>
            <w:r w:rsidRPr="002251A6">
              <w:t xml:space="preserve"> the elements and performance criteria in this unit.</w:t>
            </w:r>
          </w:p>
          <w:p w14:paraId="433BB1C3" w14:textId="5E62B998" w:rsidR="002251A6" w:rsidRPr="002251A6" w:rsidRDefault="002251A6" w:rsidP="000A6700">
            <w:pPr>
              <w:pStyle w:val="SIText"/>
            </w:pPr>
            <w:r w:rsidRPr="002251A6">
              <w:t xml:space="preserve">There must be evidence that the individual has operated a metal detection unit on at least </w:t>
            </w:r>
            <w:r w:rsidR="00945711">
              <w:t>one</w:t>
            </w:r>
            <w:r w:rsidR="00945711" w:rsidRPr="002251A6">
              <w:t xml:space="preserve"> </w:t>
            </w:r>
            <w:r w:rsidRPr="002251A6">
              <w:t>occasion, including:</w:t>
            </w:r>
          </w:p>
          <w:p w14:paraId="3C527E42" w14:textId="72C97857" w:rsidR="002251A6" w:rsidRDefault="002251A6" w:rsidP="002251A6">
            <w:pPr>
              <w:pStyle w:val="SIBulletList1"/>
            </w:pPr>
            <w:r w:rsidRPr="00A32170">
              <w:t>follow</w:t>
            </w:r>
            <w:r w:rsidR="007A6DDF">
              <w:t>ed</w:t>
            </w:r>
            <w:r w:rsidRPr="00A32170">
              <w:t xml:space="preserve"> safe work procedures</w:t>
            </w:r>
          </w:p>
          <w:p w14:paraId="3A5A9EF4" w14:textId="7AEEEF15" w:rsidR="002251A6" w:rsidRDefault="002251A6" w:rsidP="002251A6">
            <w:pPr>
              <w:pStyle w:val="SIBulletList1"/>
            </w:pPr>
            <w:r>
              <w:t>maintain</w:t>
            </w:r>
            <w:r w:rsidR="007A6DDF">
              <w:t>ed</w:t>
            </w:r>
            <w:r>
              <w:t xml:space="preserve"> workplace </w:t>
            </w:r>
            <w:r w:rsidRPr="00150340">
              <w:t xml:space="preserve">hygiene and </w:t>
            </w:r>
            <w:r w:rsidR="000F279F">
              <w:t>sanitation</w:t>
            </w:r>
            <w:r w:rsidRPr="00150340">
              <w:t xml:space="preserve"> requirements</w:t>
            </w:r>
          </w:p>
          <w:p w14:paraId="35EA9C5C" w14:textId="77777777" w:rsidR="002251A6" w:rsidRDefault="002251A6" w:rsidP="000A6700">
            <w:pPr>
              <w:pStyle w:val="SIBulletList1"/>
            </w:pPr>
            <w:r w:rsidRPr="00A32170">
              <w:t>address</w:t>
            </w:r>
            <w:r w:rsidR="007A6DDF">
              <w:t>ed</w:t>
            </w:r>
            <w:r w:rsidRPr="00A32170">
              <w:t xml:space="preserve"> routine </w:t>
            </w:r>
            <w:r>
              <w:t>detection</w:t>
            </w:r>
            <w:r w:rsidRPr="002251A6">
              <w:t xml:space="preserve"> issues.</w:t>
            </w:r>
          </w:p>
          <w:p w14:paraId="621A8D67" w14:textId="3BC84358" w:rsidR="004C5177" w:rsidRDefault="004C5177" w:rsidP="004C5177">
            <w:pPr>
              <w:pStyle w:val="SIText"/>
            </w:pPr>
            <w:r w:rsidRPr="004C5177">
              <w:t xml:space="preserve">The assessor must observe the individual operating </w:t>
            </w:r>
            <w:r w:rsidR="00F15D41">
              <w:t>the metal detection unit</w:t>
            </w:r>
            <w:r w:rsidRPr="004C5177">
              <w:t xml:space="preserve"> for a minimum of 15 minutes.</w:t>
            </w:r>
          </w:p>
          <w:p w14:paraId="49081BB4" w14:textId="1FD26D72" w:rsidR="004C5177" w:rsidRPr="005404CB" w:rsidRDefault="004C5177" w:rsidP="00120C79">
            <w:pPr>
              <w:pStyle w:val="SIText"/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</w:tcPr>
          <w:p w14:paraId="2E1DA0AB" w14:textId="77777777" w:rsidR="002251A6" w:rsidRPr="002251A6" w:rsidRDefault="002251A6" w:rsidP="002251A6">
            <w:pPr>
              <w:pStyle w:val="SIText"/>
            </w:pPr>
            <w:r w:rsidRPr="00E962A5">
              <w:t xml:space="preserve">An </w:t>
            </w:r>
            <w:r w:rsidRPr="002251A6">
              <w:t>individual must be able to demonstrate the knowledge required to perform the tasks outlined in the elements and performance criteria of this unit. This includes knowledge of:</w:t>
            </w:r>
          </w:p>
          <w:p w14:paraId="534D930D" w14:textId="56834D25" w:rsidR="002251A6" w:rsidRDefault="002251A6" w:rsidP="00921B32">
            <w:pPr>
              <w:pStyle w:val="SIBulletList1"/>
            </w:pPr>
            <w:r w:rsidRPr="00B01D19">
              <w:t xml:space="preserve">the purpose </w:t>
            </w:r>
            <w:r>
              <w:t>of metal detection</w:t>
            </w:r>
          </w:p>
          <w:p w14:paraId="49E062F9" w14:textId="16724F73" w:rsidR="002251A6" w:rsidRPr="00921B32" w:rsidRDefault="002251A6" w:rsidP="000A6700">
            <w:pPr>
              <w:pStyle w:val="SIBulletList1"/>
            </w:pPr>
            <w:r>
              <w:t xml:space="preserve">operating principles of the </w:t>
            </w:r>
            <w:r w:rsidRPr="00921B32">
              <w:t>metal detection unit</w:t>
            </w:r>
          </w:p>
          <w:p w14:paraId="0DFEF32F" w14:textId="09C0C15F" w:rsidR="00921B32" w:rsidRDefault="00921B32" w:rsidP="00921B32">
            <w:pPr>
              <w:pStyle w:val="SIBulletList1"/>
            </w:pPr>
            <w:r w:rsidRPr="00921B32">
              <w:t>reasons for having metal detection units</w:t>
            </w:r>
            <w:r w:rsidR="003A19B4">
              <w:t>,</w:t>
            </w:r>
            <w:r w:rsidRPr="00921B32">
              <w:t xml:space="preserve"> and their location at the work site</w:t>
            </w:r>
          </w:p>
          <w:p w14:paraId="5F5AAE68" w14:textId="50B65416" w:rsidR="002251A6" w:rsidRPr="002251A6" w:rsidRDefault="002251A6" w:rsidP="002251A6">
            <w:pPr>
              <w:pStyle w:val="SIBulletList1"/>
            </w:pPr>
            <w:r w:rsidRPr="008514E3">
              <w:t xml:space="preserve">safety requirements and hazards associated with </w:t>
            </w:r>
            <w:r w:rsidR="009E4D91">
              <w:t>metal detection</w:t>
            </w:r>
            <w:r w:rsidRPr="002251A6">
              <w:t xml:space="preserve">, including required personal protective equipment (PPE), </w:t>
            </w:r>
            <w:r w:rsidR="00330A87">
              <w:t xml:space="preserve">and </w:t>
            </w:r>
            <w:r w:rsidRPr="002251A6">
              <w:t>limitations of PPE</w:t>
            </w:r>
          </w:p>
          <w:p w14:paraId="34E1C0BF" w14:textId="71716884" w:rsidR="002251A6" w:rsidRDefault="002251A6" w:rsidP="002251A6">
            <w:pPr>
              <w:pStyle w:val="SIBulletList1"/>
            </w:pPr>
            <w:r>
              <w:t>contamination/cross</w:t>
            </w:r>
            <w:r w:rsidR="00330A87">
              <w:t>-</w:t>
            </w:r>
            <w:r>
              <w:t xml:space="preserve">contamination and food safety risks associated with </w:t>
            </w:r>
            <w:r w:rsidR="009E4D91">
              <w:t>metal detection</w:t>
            </w:r>
          </w:p>
          <w:p w14:paraId="08C40D0C" w14:textId="7C4D1AF8" w:rsidR="00921B32" w:rsidRPr="00921B32" w:rsidRDefault="00921B32" w:rsidP="00921B32">
            <w:pPr>
              <w:pStyle w:val="SIBulletList1"/>
            </w:pPr>
            <w:r w:rsidRPr="00921B32">
              <w:t xml:space="preserve">workplace procedures </w:t>
            </w:r>
            <w:r w:rsidR="002251A6">
              <w:t>to follow for when</w:t>
            </w:r>
            <w:r w:rsidR="002251A6" w:rsidRPr="00921B32">
              <w:t xml:space="preserve"> </w:t>
            </w:r>
            <w:r w:rsidRPr="00921B32">
              <w:t>metal is detected in a product</w:t>
            </w:r>
          </w:p>
          <w:p w14:paraId="0EB7025F" w14:textId="7B4FD5EA" w:rsidR="00F1480E" w:rsidRDefault="002251A6" w:rsidP="00921B32">
            <w:pPr>
              <w:pStyle w:val="SIBulletList1"/>
            </w:pPr>
            <w:r>
              <w:t xml:space="preserve">hygiene and </w:t>
            </w:r>
            <w:r w:rsidR="000F279F">
              <w:t>sanitation</w:t>
            </w:r>
            <w:r>
              <w:t xml:space="preserve"> requirements and their importance</w:t>
            </w:r>
          </w:p>
          <w:p w14:paraId="66608BB7" w14:textId="3879B921" w:rsidR="009E4D91" w:rsidRPr="005404CB" w:rsidRDefault="009E4D91" w:rsidP="00921B32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</w:tcPr>
          <w:p w14:paraId="30614068" w14:textId="0FF69F3A" w:rsidR="009E4D91" w:rsidRDefault="009E4D91" w:rsidP="009E4D91">
            <w:pPr>
              <w:pStyle w:val="SIText"/>
            </w:pPr>
            <w:r>
              <w:t xml:space="preserve">Assessment of </w:t>
            </w:r>
            <w:r w:rsidR="00330A87">
              <w:t xml:space="preserve">the </w:t>
            </w:r>
            <w:r>
              <w:t>skills in this unit of competency must take place under the following conditions:</w:t>
            </w:r>
          </w:p>
          <w:p w14:paraId="1DF0B3E5" w14:textId="77777777" w:rsidR="009E4D91" w:rsidRPr="009E4D91" w:rsidRDefault="009E4D91" w:rsidP="009E4D91">
            <w:pPr>
              <w:pStyle w:val="SIBulletList1"/>
            </w:pPr>
            <w:r>
              <w:t>physical conditions:</w:t>
            </w:r>
          </w:p>
          <w:p w14:paraId="36321110" w14:textId="56D6ADCF" w:rsidR="009E4D91" w:rsidRPr="009B0F91" w:rsidRDefault="009E4D91" w:rsidP="009B0F91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 xml:space="preserve">skills must be demonstrated in a </w:t>
            </w:r>
            <w:r w:rsidR="002A782E" w:rsidRPr="00120C79">
              <w:rPr>
                <w:rStyle w:val="SIText-Italic"/>
                <w:i w:val="0"/>
              </w:rPr>
              <w:t xml:space="preserve">meat or </w:t>
            </w:r>
            <w:r w:rsidRPr="00120C79">
              <w:rPr>
                <w:rStyle w:val="SIText-Italic"/>
                <w:i w:val="0"/>
              </w:rPr>
              <w:t>food processing workplace equipped with metal detection equipment</w:t>
            </w:r>
            <w:r w:rsidR="00945711" w:rsidRPr="00120C79">
              <w:rPr>
                <w:rStyle w:val="SIText-Italic"/>
                <w:i w:val="0"/>
              </w:rPr>
              <w:t>, at workplace production speed</w:t>
            </w:r>
            <w:r w:rsidR="003A19B4">
              <w:rPr>
                <w:rStyle w:val="SIText-Italic"/>
              </w:rPr>
              <w:t>,</w:t>
            </w:r>
            <w:r w:rsidR="009B0F91">
              <w:rPr>
                <w:rStyle w:val="SIText-Italic"/>
              </w:rPr>
              <w:t xml:space="preserve"> </w:t>
            </w:r>
            <w:r w:rsidR="009B0F91" w:rsidRPr="005015C3">
              <w:t>or an environment that accurately represents workplace conditions</w:t>
            </w:r>
          </w:p>
          <w:p w14:paraId="39C5677B" w14:textId="77777777" w:rsidR="009E4D91" w:rsidRPr="009E4D91" w:rsidRDefault="009E4D91" w:rsidP="009E4D91">
            <w:pPr>
              <w:pStyle w:val="SIBulletList1"/>
            </w:pPr>
            <w:r>
              <w:t>resources, equipment and materials:</w:t>
            </w:r>
          </w:p>
          <w:p w14:paraId="0DAC9C8B" w14:textId="40A0AF9D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metal detection equipment</w:t>
            </w:r>
          </w:p>
          <w:p w14:paraId="31FE34DF" w14:textId="6F7DFE36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PPE</w:t>
            </w:r>
          </w:p>
          <w:p w14:paraId="4F8E5833" w14:textId="26B20590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food products for scanning</w:t>
            </w:r>
          </w:p>
          <w:p w14:paraId="003F2795" w14:textId="77777777" w:rsidR="009E4D91" w:rsidRPr="009E4D91" w:rsidRDefault="009E4D91" w:rsidP="009E4D91">
            <w:pPr>
              <w:pStyle w:val="SIBulletList1"/>
            </w:pPr>
            <w:r>
              <w:t>specifications:</w:t>
            </w:r>
          </w:p>
          <w:p w14:paraId="4767F768" w14:textId="77777777" w:rsidR="00427721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task-related documents</w:t>
            </w:r>
          </w:p>
          <w:p w14:paraId="114A8FA9" w14:textId="77777777" w:rsidR="00427721" w:rsidRDefault="00427721" w:rsidP="00427721">
            <w:pPr>
              <w:pStyle w:val="SIBulletList1"/>
            </w:pPr>
            <w:r>
              <w:t>personnel:</w:t>
            </w:r>
          </w:p>
          <w:p w14:paraId="54EA71D1" w14:textId="40EF0C38" w:rsidR="00427721" w:rsidRPr="00427721" w:rsidRDefault="00427721" w:rsidP="00577DD4">
            <w:pPr>
              <w:pStyle w:val="SIBulletList2"/>
            </w:pPr>
            <w:r>
              <w:t>access to workplace supervisor or mentor.</w:t>
            </w:r>
          </w:p>
          <w:p w14:paraId="128D89E7" w14:textId="77777777" w:rsidR="009E4D91" w:rsidRDefault="009E4D91" w:rsidP="009E4D91">
            <w:pPr>
              <w:pStyle w:val="SIText"/>
            </w:pPr>
          </w:p>
          <w:p w14:paraId="5E3BF545" w14:textId="77777777" w:rsidR="008C3308" w:rsidRDefault="008C3308" w:rsidP="008C3308">
            <w:pPr>
              <w:pStyle w:val="SIText"/>
            </w:pPr>
            <w:r>
              <w:t>Assessment for this unit must include at least three forms of evidence.</w:t>
            </w:r>
          </w:p>
          <w:p w14:paraId="5267412B" w14:textId="77777777" w:rsidR="008C3308" w:rsidRDefault="008C3308" w:rsidP="00324F8B">
            <w:pPr>
              <w:pStyle w:val="SIText"/>
            </w:pPr>
          </w:p>
          <w:p w14:paraId="72FC2BF3" w14:textId="1684066C" w:rsidR="002A782E" w:rsidRPr="00324F8B" w:rsidRDefault="009E4D91" w:rsidP="00120C79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</w:tcPr>
          <w:p w14:paraId="34D2E073" w14:textId="77777777" w:rsidR="003A19B4" w:rsidRDefault="003A19B4" w:rsidP="003A19B4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0087E235" w:rsidR="00F1480E" w:rsidRPr="005404CB" w:rsidRDefault="003A19B4" w:rsidP="003A19B4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0620C4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9C423" w14:textId="77777777" w:rsidR="008E1F6C" w:rsidRDefault="008E1F6C" w:rsidP="00BF3F0A">
      <w:r>
        <w:separator/>
      </w:r>
    </w:p>
    <w:p w14:paraId="7386450F" w14:textId="77777777" w:rsidR="008E1F6C" w:rsidRDefault="008E1F6C"/>
  </w:endnote>
  <w:endnote w:type="continuationSeparator" w:id="0">
    <w:p w14:paraId="013C2174" w14:textId="77777777" w:rsidR="008E1F6C" w:rsidRDefault="008E1F6C" w:rsidP="00BF3F0A">
      <w:r>
        <w:continuationSeparator/>
      </w:r>
    </w:p>
    <w:p w14:paraId="7ADC15D6" w14:textId="77777777" w:rsidR="008E1F6C" w:rsidRDefault="008E1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F8E7D" w14:textId="77777777" w:rsidR="008E1F6C" w:rsidRDefault="008E1F6C" w:rsidP="00BF3F0A">
      <w:r>
        <w:separator/>
      </w:r>
    </w:p>
    <w:p w14:paraId="7DFA10B9" w14:textId="77777777" w:rsidR="008E1F6C" w:rsidRDefault="008E1F6C"/>
  </w:footnote>
  <w:footnote w:type="continuationSeparator" w:id="0">
    <w:p w14:paraId="789054D3" w14:textId="77777777" w:rsidR="008E1F6C" w:rsidRDefault="008E1F6C" w:rsidP="00BF3F0A">
      <w:r>
        <w:continuationSeparator/>
      </w:r>
    </w:p>
    <w:p w14:paraId="54132C25" w14:textId="77777777" w:rsidR="008E1F6C" w:rsidRDefault="008E1F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43DED7F" w:rsidR="009C2650" w:rsidRPr="00EE2C3D" w:rsidRDefault="00EA44A5" w:rsidP="00EE2C3D">
    <w:sdt>
      <w:sdtPr>
        <w:rPr>
          <w:lang w:eastAsia="en-US"/>
        </w:rPr>
        <w:id w:val="34359183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57CB7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45CA" w:rsidRPr="00EE2C3D">
      <w:rPr>
        <w:lang w:eastAsia="en-US"/>
      </w:rPr>
      <w:t>AMP</w:t>
    </w:r>
    <w:r w:rsidR="00D645CA">
      <w:t>QUA2</w:t>
    </w:r>
    <w:r w:rsidR="00105642">
      <w:t>07</w:t>
    </w:r>
    <w:r w:rsidR="00D645CA" w:rsidRPr="00EE2C3D">
      <w:rPr>
        <w:lang w:eastAsia="en-US"/>
      </w:rPr>
      <w:t xml:space="preserve"> </w:t>
    </w:r>
    <w:r w:rsidR="00EE2C3D" w:rsidRPr="00EE2C3D">
      <w:rPr>
        <w:lang w:eastAsia="en-US"/>
      </w:rPr>
      <w:t>Operate metal detection unit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B159D7"/>
    <w:multiLevelType w:val="multilevel"/>
    <w:tmpl w:val="B8BA6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A060E"/>
    <w:multiLevelType w:val="multilevel"/>
    <w:tmpl w:val="E4645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D0946"/>
    <w:multiLevelType w:val="multilevel"/>
    <w:tmpl w:val="CC72D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5301291">
    <w:abstractNumId w:val="9"/>
  </w:num>
  <w:num w:numId="2" w16cid:durableId="2144959314">
    <w:abstractNumId w:val="6"/>
  </w:num>
  <w:num w:numId="3" w16cid:durableId="883450306">
    <w:abstractNumId w:val="3"/>
  </w:num>
  <w:num w:numId="4" w16cid:durableId="1598555871">
    <w:abstractNumId w:val="14"/>
  </w:num>
  <w:num w:numId="5" w16cid:durableId="191462961">
    <w:abstractNumId w:val="1"/>
  </w:num>
  <w:num w:numId="6" w16cid:durableId="1197041708">
    <w:abstractNumId w:val="8"/>
  </w:num>
  <w:num w:numId="7" w16cid:durableId="433136325">
    <w:abstractNumId w:val="2"/>
  </w:num>
  <w:num w:numId="8" w16cid:durableId="1178429005">
    <w:abstractNumId w:val="0"/>
  </w:num>
  <w:num w:numId="9" w16cid:durableId="555899426">
    <w:abstractNumId w:val="13"/>
  </w:num>
  <w:num w:numId="10" w16cid:durableId="2031754186">
    <w:abstractNumId w:val="10"/>
  </w:num>
  <w:num w:numId="11" w16cid:durableId="1474062941">
    <w:abstractNumId w:val="12"/>
  </w:num>
  <w:num w:numId="12" w16cid:durableId="611013247">
    <w:abstractNumId w:val="11"/>
  </w:num>
  <w:num w:numId="13" w16cid:durableId="728268489">
    <w:abstractNumId w:val="16"/>
  </w:num>
  <w:num w:numId="14" w16cid:durableId="1749378180">
    <w:abstractNumId w:val="4"/>
  </w:num>
  <w:num w:numId="15" w16cid:durableId="1210608660">
    <w:abstractNumId w:val="5"/>
  </w:num>
  <w:num w:numId="16" w16cid:durableId="577788872">
    <w:abstractNumId w:val="18"/>
  </w:num>
  <w:num w:numId="17" w16cid:durableId="2043087212">
    <w:abstractNumId w:val="7"/>
  </w:num>
  <w:num w:numId="18" w16cid:durableId="354116653">
    <w:abstractNumId w:val="17"/>
  </w:num>
  <w:num w:numId="19" w16cid:durableId="1652949416">
    <w:abstractNumId w:val="15"/>
  </w:num>
  <w:num w:numId="20" w16cid:durableId="378017969">
    <w:abstractNumId w:val="12"/>
  </w:num>
  <w:num w:numId="21" w16cid:durableId="166404524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37E5"/>
    <w:rsid w:val="00016803"/>
    <w:rsid w:val="00020612"/>
    <w:rsid w:val="000216BD"/>
    <w:rsid w:val="00023992"/>
    <w:rsid w:val="000275AE"/>
    <w:rsid w:val="00041E59"/>
    <w:rsid w:val="000620C4"/>
    <w:rsid w:val="00064BFE"/>
    <w:rsid w:val="00070B3E"/>
    <w:rsid w:val="00071F95"/>
    <w:rsid w:val="000737BB"/>
    <w:rsid w:val="00074E47"/>
    <w:rsid w:val="000754EC"/>
    <w:rsid w:val="0009093B"/>
    <w:rsid w:val="000A5441"/>
    <w:rsid w:val="000A6700"/>
    <w:rsid w:val="000B2022"/>
    <w:rsid w:val="000C149A"/>
    <w:rsid w:val="000C224E"/>
    <w:rsid w:val="000E25E6"/>
    <w:rsid w:val="000E2C86"/>
    <w:rsid w:val="000F279F"/>
    <w:rsid w:val="000F29F2"/>
    <w:rsid w:val="000F5522"/>
    <w:rsid w:val="00101659"/>
    <w:rsid w:val="00105642"/>
    <w:rsid w:val="00105AEA"/>
    <w:rsid w:val="001078BF"/>
    <w:rsid w:val="00120C79"/>
    <w:rsid w:val="00133957"/>
    <w:rsid w:val="001372F6"/>
    <w:rsid w:val="00144385"/>
    <w:rsid w:val="00146EEC"/>
    <w:rsid w:val="00151D55"/>
    <w:rsid w:val="00151D93"/>
    <w:rsid w:val="00156EF3"/>
    <w:rsid w:val="00162A12"/>
    <w:rsid w:val="00176E4F"/>
    <w:rsid w:val="0018398D"/>
    <w:rsid w:val="001845AC"/>
    <w:rsid w:val="0018546B"/>
    <w:rsid w:val="001A6A3E"/>
    <w:rsid w:val="001A7B6D"/>
    <w:rsid w:val="001B34D5"/>
    <w:rsid w:val="001B513A"/>
    <w:rsid w:val="001C0A75"/>
    <w:rsid w:val="001C1306"/>
    <w:rsid w:val="001D1950"/>
    <w:rsid w:val="001D30EB"/>
    <w:rsid w:val="001D48A6"/>
    <w:rsid w:val="001D5C1B"/>
    <w:rsid w:val="001D7F5B"/>
    <w:rsid w:val="001E0849"/>
    <w:rsid w:val="001E16BC"/>
    <w:rsid w:val="001E16DF"/>
    <w:rsid w:val="001E49C2"/>
    <w:rsid w:val="001F2BA5"/>
    <w:rsid w:val="001F308D"/>
    <w:rsid w:val="00201A7C"/>
    <w:rsid w:val="0021210E"/>
    <w:rsid w:val="0021414D"/>
    <w:rsid w:val="002179A2"/>
    <w:rsid w:val="00223124"/>
    <w:rsid w:val="002251A6"/>
    <w:rsid w:val="00230E2F"/>
    <w:rsid w:val="00233143"/>
    <w:rsid w:val="00234444"/>
    <w:rsid w:val="00242293"/>
    <w:rsid w:val="0024242C"/>
    <w:rsid w:val="00243382"/>
    <w:rsid w:val="00244EA7"/>
    <w:rsid w:val="0025019A"/>
    <w:rsid w:val="00256D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82E"/>
    <w:rsid w:val="002B4197"/>
    <w:rsid w:val="002B6E3D"/>
    <w:rsid w:val="002C55E9"/>
    <w:rsid w:val="002D0C8B"/>
    <w:rsid w:val="002D330A"/>
    <w:rsid w:val="002E170C"/>
    <w:rsid w:val="002E193E"/>
    <w:rsid w:val="00305EFF"/>
    <w:rsid w:val="00310A6A"/>
    <w:rsid w:val="00313544"/>
    <w:rsid w:val="003144E6"/>
    <w:rsid w:val="00324F8B"/>
    <w:rsid w:val="00330A87"/>
    <w:rsid w:val="00337E82"/>
    <w:rsid w:val="00345BBB"/>
    <w:rsid w:val="00346BA2"/>
    <w:rsid w:val="00346FDC"/>
    <w:rsid w:val="00350BB1"/>
    <w:rsid w:val="00352C83"/>
    <w:rsid w:val="003635D0"/>
    <w:rsid w:val="00366805"/>
    <w:rsid w:val="0037067D"/>
    <w:rsid w:val="00373436"/>
    <w:rsid w:val="0038735B"/>
    <w:rsid w:val="003916D1"/>
    <w:rsid w:val="00394C90"/>
    <w:rsid w:val="003A19B4"/>
    <w:rsid w:val="003A21F0"/>
    <w:rsid w:val="003A277F"/>
    <w:rsid w:val="003A58BA"/>
    <w:rsid w:val="003A5AE7"/>
    <w:rsid w:val="003A7221"/>
    <w:rsid w:val="003A73D2"/>
    <w:rsid w:val="003B3493"/>
    <w:rsid w:val="003C1149"/>
    <w:rsid w:val="003C13AE"/>
    <w:rsid w:val="003C5726"/>
    <w:rsid w:val="003C7152"/>
    <w:rsid w:val="003D2E73"/>
    <w:rsid w:val="003E72B6"/>
    <w:rsid w:val="003E7BBE"/>
    <w:rsid w:val="004127E3"/>
    <w:rsid w:val="00427721"/>
    <w:rsid w:val="0043212E"/>
    <w:rsid w:val="00434366"/>
    <w:rsid w:val="00434ECE"/>
    <w:rsid w:val="0044147C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B4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77"/>
    <w:rsid w:val="004C79A1"/>
    <w:rsid w:val="004D0D5F"/>
    <w:rsid w:val="004D1569"/>
    <w:rsid w:val="004D44B1"/>
    <w:rsid w:val="004E0460"/>
    <w:rsid w:val="004E1579"/>
    <w:rsid w:val="004E2AAE"/>
    <w:rsid w:val="004E4066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7C53"/>
    <w:rsid w:val="00556C4C"/>
    <w:rsid w:val="00557369"/>
    <w:rsid w:val="00557D22"/>
    <w:rsid w:val="00564ADD"/>
    <w:rsid w:val="005708EB"/>
    <w:rsid w:val="00572A11"/>
    <w:rsid w:val="00575BC6"/>
    <w:rsid w:val="00577DD4"/>
    <w:rsid w:val="00583902"/>
    <w:rsid w:val="005A1D70"/>
    <w:rsid w:val="005A3AA5"/>
    <w:rsid w:val="005A6C9C"/>
    <w:rsid w:val="005A74DC"/>
    <w:rsid w:val="005B5146"/>
    <w:rsid w:val="005D1AFD"/>
    <w:rsid w:val="005D42F7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1F9B"/>
    <w:rsid w:val="00632F31"/>
    <w:rsid w:val="00633CFE"/>
    <w:rsid w:val="00634FCA"/>
    <w:rsid w:val="00643D1B"/>
    <w:rsid w:val="006452B8"/>
    <w:rsid w:val="00652E62"/>
    <w:rsid w:val="00667D1F"/>
    <w:rsid w:val="00686A49"/>
    <w:rsid w:val="00687B62"/>
    <w:rsid w:val="00690C44"/>
    <w:rsid w:val="006958D5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C90"/>
    <w:rsid w:val="006F0D02"/>
    <w:rsid w:val="006F10FE"/>
    <w:rsid w:val="006F3622"/>
    <w:rsid w:val="00705EEC"/>
    <w:rsid w:val="00707741"/>
    <w:rsid w:val="007134FE"/>
    <w:rsid w:val="00714BE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DF"/>
    <w:rsid w:val="007D5A78"/>
    <w:rsid w:val="007E3BD1"/>
    <w:rsid w:val="007F1563"/>
    <w:rsid w:val="007F1EB2"/>
    <w:rsid w:val="007F4342"/>
    <w:rsid w:val="007F44DB"/>
    <w:rsid w:val="007F5A8B"/>
    <w:rsid w:val="00817D51"/>
    <w:rsid w:val="00823530"/>
    <w:rsid w:val="00823FF4"/>
    <w:rsid w:val="008258C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B37"/>
    <w:rsid w:val="008B2C77"/>
    <w:rsid w:val="008B4AD2"/>
    <w:rsid w:val="008B663E"/>
    <w:rsid w:val="008B7138"/>
    <w:rsid w:val="008C3308"/>
    <w:rsid w:val="008E1F6C"/>
    <w:rsid w:val="008E260C"/>
    <w:rsid w:val="008E39BE"/>
    <w:rsid w:val="008E62EC"/>
    <w:rsid w:val="008F32F6"/>
    <w:rsid w:val="00916CD7"/>
    <w:rsid w:val="00916CDC"/>
    <w:rsid w:val="00920927"/>
    <w:rsid w:val="00921B32"/>
    <w:rsid w:val="00921B38"/>
    <w:rsid w:val="00923720"/>
    <w:rsid w:val="009278C9"/>
    <w:rsid w:val="00932CD7"/>
    <w:rsid w:val="009351BA"/>
    <w:rsid w:val="00944C09"/>
    <w:rsid w:val="00945711"/>
    <w:rsid w:val="009527CB"/>
    <w:rsid w:val="00953835"/>
    <w:rsid w:val="00960F6C"/>
    <w:rsid w:val="00970747"/>
    <w:rsid w:val="00996FC8"/>
    <w:rsid w:val="00997BFC"/>
    <w:rsid w:val="009A5900"/>
    <w:rsid w:val="009A6E6C"/>
    <w:rsid w:val="009A6F3F"/>
    <w:rsid w:val="009B0F91"/>
    <w:rsid w:val="009B331A"/>
    <w:rsid w:val="009C2650"/>
    <w:rsid w:val="009D14CB"/>
    <w:rsid w:val="009D15E2"/>
    <w:rsid w:val="009D15FE"/>
    <w:rsid w:val="009D5D2C"/>
    <w:rsid w:val="009E4D91"/>
    <w:rsid w:val="009F0DCC"/>
    <w:rsid w:val="009F11CA"/>
    <w:rsid w:val="009F11F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FB0"/>
    <w:rsid w:val="00A70E06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BD1"/>
    <w:rsid w:val="00B0712C"/>
    <w:rsid w:val="00B10B4A"/>
    <w:rsid w:val="00B12013"/>
    <w:rsid w:val="00B22C67"/>
    <w:rsid w:val="00B3508F"/>
    <w:rsid w:val="00B441A5"/>
    <w:rsid w:val="00B443EE"/>
    <w:rsid w:val="00B560C8"/>
    <w:rsid w:val="00B61150"/>
    <w:rsid w:val="00B62BC7"/>
    <w:rsid w:val="00B6404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26C"/>
    <w:rsid w:val="00C30A29"/>
    <w:rsid w:val="00C317DC"/>
    <w:rsid w:val="00C578E9"/>
    <w:rsid w:val="00C70626"/>
    <w:rsid w:val="00C70F19"/>
    <w:rsid w:val="00C72860"/>
    <w:rsid w:val="00C72A48"/>
    <w:rsid w:val="00C73582"/>
    <w:rsid w:val="00C73B90"/>
    <w:rsid w:val="00C742EC"/>
    <w:rsid w:val="00C82486"/>
    <w:rsid w:val="00C904EA"/>
    <w:rsid w:val="00C96AF3"/>
    <w:rsid w:val="00C97CCC"/>
    <w:rsid w:val="00CA0274"/>
    <w:rsid w:val="00CA139A"/>
    <w:rsid w:val="00CA5F7E"/>
    <w:rsid w:val="00CB602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0CE4"/>
    <w:rsid w:val="00D25D16"/>
    <w:rsid w:val="00D32124"/>
    <w:rsid w:val="00D54C76"/>
    <w:rsid w:val="00D632BB"/>
    <w:rsid w:val="00D63681"/>
    <w:rsid w:val="00D645CA"/>
    <w:rsid w:val="00D71C39"/>
    <w:rsid w:val="00D71E43"/>
    <w:rsid w:val="00D727F3"/>
    <w:rsid w:val="00D73695"/>
    <w:rsid w:val="00D810DE"/>
    <w:rsid w:val="00D87D32"/>
    <w:rsid w:val="00D91188"/>
    <w:rsid w:val="00D92C83"/>
    <w:rsid w:val="00DA0A81"/>
    <w:rsid w:val="00DA136E"/>
    <w:rsid w:val="00DA3C10"/>
    <w:rsid w:val="00DA53B5"/>
    <w:rsid w:val="00DC1D69"/>
    <w:rsid w:val="00DC5A3A"/>
    <w:rsid w:val="00DD0726"/>
    <w:rsid w:val="00DE1369"/>
    <w:rsid w:val="00E238E6"/>
    <w:rsid w:val="00E34CD8"/>
    <w:rsid w:val="00E35064"/>
    <w:rsid w:val="00E3681D"/>
    <w:rsid w:val="00E40225"/>
    <w:rsid w:val="00E501F0"/>
    <w:rsid w:val="00E609CB"/>
    <w:rsid w:val="00E6166D"/>
    <w:rsid w:val="00E91BFF"/>
    <w:rsid w:val="00E92933"/>
    <w:rsid w:val="00E94FAD"/>
    <w:rsid w:val="00EA44A5"/>
    <w:rsid w:val="00EB0AA4"/>
    <w:rsid w:val="00EB5C88"/>
    <w:rsid w:val="00EC0469"/>
    <w:rsid w:val="00EC0C3E"/>
    <w:rsid w:val="00EE2C3D"/>
    <w:rsid w:val="00EF01F8"/>
    <w:rsid w:val="00EF3268"/>
    <w:rsid w:val="00EF40EF"/>
    <w:rsid w:val="00EF47FE"/>
    <w:rsid w:val="00F069BD"/>
    <w:rsid w:val="00F10CE5"/>
    <w:rsid w:val="00F11886"/>
    <w:rsid w:val="00F1480E"/>
    <w:rsid w:val="00F1497D"/>
    <w:rsid w:val="00F15D41"/>
    <w:rsid w:val="00F16AAC"/>
    <w:rsid w:val="00F30C7D"/>
    <w:rsid w:val="00F33FF2"/>
    <w:rsid w:val="00F438FC"/>
    <w:rsid w:val="00F4423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B6BA6"/>
    <w:rsid w:val="00FD07F3"/>
    <w:rsid w:val="00FD557D"/>
    <w:rsid w:val="00FE0282"/>
    <w:rsid w:val="00FE124D"/>
    <w:rsid w:val="00FE792C"/>
    <w:rsid w:val="00FF41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3A19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qFormat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qFormat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E49C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216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A782E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A782E"/>
    <w:rPr>
      <w:kern w:val="2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9B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5EC249-38C6-47AF-9E03-08557BE086B8}"/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d50bbff7-d6dd-47d2-864a-cfdc2c3db0f4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136</TotalTime>
  <Pages>3</Pages>
  <Words>683</Words>
  <Characters>4527</Characters>
  <Application>Microsoft Office Word</Application>
  <DocSecurity>0</DocSecurity>
  <Lines>156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60</cp:revision>
  <cp:lastPrinted>2016-05-27T05:21:00Z</cp:lastPrinted>
  <dcterms:created xsi:type="dcterms:W3CDTF">2021-08-09T02:15:00Z</dcterms:created>
  <dcterms:modified xsi:type="dcterms:W3CDTF">2025-09-22T04:43:00Z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  <property fmtid="{D5CDD505-2E9C-101B-9397-08002B2CF9AE}" pid="30" name="GrammarlyDocumentId">
    <vt:lpwstr>fb2a5cbd-48f8-4c86-aff3-68b25a6fe25b</vt:lpwstr>
  </property>
</Properties>
</file>